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F12" w:rsidRDefault="00411D4C" w:rsidP="005720E7">
      <w:pPr>
        <w:pStyle w:val="Title"/>
      </w:pPr>
      <w:r>
        <w:rPr>
          <w:noProof/>
          <w:lang w:val="en-US" w:eastAsia="en-US"/>
        </w:rPr>
        <mc:AlternateContent>
          <mc:Choice Requires="wps">
            <w:drawing>
              <wp:anchor distT="365760" distB="365760" distL="365760" distR="36576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9525</wp:posOffset>
                </wp:positionV>
                <wp:extent cx="2069465" cy="1990725"/>
                <wp:effectExtent l="0" t="0" r="6985" b="9525"/>
                <wp:wrapSquare wrapText="bothSides"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9465" cy="1990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1F12" w:rsidRDefault="008A1F12" w:rsidP="00657FD4">
                            <w:pPr>
                              <w:pStyle w:val="TOCHeading"/>
                              <w:pBdr>
                                <w:bottom w:val="single" w:sz="4" w:space="0" w:color="90C226"/>
                              </w:pBdr>
                              <w:spacing w:before="40"/>
                            </w:pPr>
                          </w:p>
                          <w:p w:rsidR="008A1F12" w:rsidRDefault="008A1F12" w:rsidP="00FA1984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EE2FFC">
                              <w:rPr>
                                <w:b/>
                              </w:rPr>
                              <w:t>МАТИЧНИ БРОЈ</w:t>
                            </w:r>
                            <w:r>
                              <w:rPr>
                                <w:b/>
                              </w:rPr>
                              <w:t>: 17872672</w:t>
                            </w:r>
                          </w:p>
                          <w:p w:rsidR="008A1F12" w:rsidRDefault="008A1F12" w:rsidP="00FA1984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EE2FFC">
                              <w:rPr>
                                <w:b/>
                              </w:rPr>
                              <w:t>ПИБ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 w:rsidRPr="00EE2FFC">
                              <w:rPr>
                                <w:b/>
                              </w:rPr>
                              <w:t xml:space="preserve"> 108937534</w:t>
                            </w:r>
                          </w:p>
                          <w:p w:rsidR="008A1F12" w:rsidRDefault="008A1F12" w:rsidP="00FA1984">
                            <w:pPr>
                              <w:rPr>
                                <w:b/>
                              </w:rPr>
                            </w:pPr>
                            <w:r w:rsidRPr="00EE2FFC">
                              <w:rPr>
                                <w:b/>
                              </w:rPr>
                              <w:t>ЖИРО РАЧУН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 w:rsidRPr="00EE2FFC">
                              <w:rPr>
                                <w:b/>
                              </w:rPr>
                              <w:t xml:space="preserve"> 840-873661-85</w:t>
                            </w:r>
                          </w:p>
                          <w:p w:rsidR="008A1F12" w:rsidRDefault="008A1F12" w:rsidP="00FA1984">
                            <w:pPr>
                              <w:rPr>
                                <w:b/>
                              </w:rPr>
                            </w:pPr>
                            <w:r w:rsidRPr="00EE2FFC">
                              <w:rPr>
                                <w:b/>
                              </w:rPr>
                              <w:t>АДРЕСА: КНЕЗА МИЛОША 21а</w:t>
                            </w:r>
                          </w:p>
                          <w:p w:rsidR="008A1F12" w:rsidRPr="00EE2FFC" w:rsidRDefault="008A1F12" w:rsidP="00FA198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ТЕЛЕФОН: 034/</w:t>
                            </w:r>
                            <w:r w:rsidRPr="00EE2FFC">
                              <w:rPr>
                                <w:b/>
                              </w:rPr>
                              <w:t>300-846</w:t>
                            </w:r>
                          </w:p>
                          <w:p w:rsidR="008A1F12" w:rsidRPr="00657FD4" w:rsidRDefault="008A1F12" w:rsidP="00FA1984">
                            <w:pPr>
                              <w:rPr>
                                <w:color w:val="7F7F7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7" o:spid="_x0000_s1026" type="#_x0000_t202" style="position:absolute;margin-left:111.75pt;margin-top:.75pt;width:162.95pt;height:156.75pt;z-index:251657728;visibility:visible;mso-wrap-style:square;mso-width-percent:0;mso-height-percent:0;mso-wrap-distance-left:28.8pt;mso-wrap-distance-top:28.8pt;mso-wrap-distance-right:28.8pt;mso-wrap-distance-bottom:28.8pt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" filled="f" stroked="f" strokeweight=".5pt">
                <v:path arrowok="t"/>
                <v:textbox inset="0,0,0,0">
                  <w:txbxContent>
                    <w:p w:rsidR="008A1F12" w:rsidRDefault="008A1F12" w:rsidP="00657FD4">
                      <w:pPr>
                        <w:pStyle w:val="TOCHeading"/>
                        <w:pBdr>
                          <w:bottom w:val="single" w:sz="4" w:space="0" w:color="90C226"/>
                        </w:pBdr>
                        <w:spacing w:before="40"/>
                      </w:pPr>
                    </w:p>
                    <w:p w:rsidR="008A1F12" w:rsidRDefault="008A1F12" w:rsidP="00FA1984">
                      <w:pPr>
                        <w:jc w:val="both"/>
                        <w:rPr>
                          <w:b/>
                        </w:rPr>
                      </w:pPr>
                      <w:r w:rsidRPr="00EE2FFC">
                        <w:rPr>
                          <w:b/>
                        </w:rPr>
                        <w:t>МАТИЧНИ БРОЈ</w:t>
                      </w:r>
                      <w:r>
                        <w:rPr>
                          <w:b/>
                        </w:rPr>
                        <w:t>: 17872672</w:t>
                      </w:r>
                    </w:p>
                    <w:p w:rsidR="008A1F12" w:rsidRDefault="008A1F12" w:rsidP="00FA1984">
                      <w:pPr>
                        <w:jc w:val="both"/>
                        <w:rPr>
                          <w:b/>
                        </w:rPr>
                      </w:pPr>
                      <w:r w:rsidRPr="00EE2FFC">
                        <w:rPr>
                          <w:b/>
                        </w:rPr>
                        <w:t>ПИБ</w:t>
                      </w:r>
                      <w:r>
                        <w:rPr>
                          <w:b/>
                        </w:rPr>
                        <w:t>:</w:t>
                      </w:r>
                      <w:r w:rsidRPr="00EE2FFC">
                        <w:rPr>
                          <w:b/>
                        </w:rPr>
                        <w:t xml:space="preserve"> 108937534</w:t>
                      </w:r>
                    </w:p>
                    <w:p w:rsidR="008A1F12" w:rsidRDefault="008A1F12" w:rsidP="00FA1984">
                      <w:pPr>
                        <w:rPr>
                          <w:b/>
                        </w:rPr>
                      </w:pPr>
                      <w:r w:rsidRPr="00EE2FFC">
                        <w:rPr>
                          <w:b/>
                        </w:rPr>
                        <w:t>ЖИРО РАЧУН</w:t>
                      </w:r>
                      <w:r>
                        <w:rPr>
                          <w:b/>
                        </w:rPr>
                        <w:t>:</w:t>
                      </w:r>
                      <w:r w:rsidRPr="00EE2FFC">
                        <w:rPr>
                          <w:b/>
                        </w:rPr>
                        <w:t xml:space="preserve"> 840-873661-85</w:t>
                      </w:r>
                    </w:p>
                    <w:p w:rsidR="008A1F12" w:rsidRDefault="008A1F12" w:rsidP="00FA1984">
                      <w:pPr>
                        <w:rPr>
                          <w:b/>
                        </w:rPr>
                      </w:pPr>
                      <w:r w:rsidRPr="00EE2FFC">
                        <w:rPr>
                          <w:b/>
                        </w:rPr>
                        <w:t>АДРЕСА: КНЕЗА МИЛОША 21а</w:t>
                      </w:r>
                    </w:p>
                    <w:p w:rsidR="008A1F12" w:rsidRPr="00EE2FFC" w:rsidRDefault="008A1F12" w:rsidP="00FA198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ТЕЛЕФОН: 034/</w:t>
                      </w:r>
                      <w:r w:rsidRPr="00EE2FFC">
                        <w:rPr>
                          <w:b/>
                        </w:rPr>
                        <w:t>300-846</w:t>
                      </w:r>
                    </w:p>
                    <w:p w:rsidR="008A1F12" w:rsidRPr="00657FD4" w:rsidRDefault="008A1F12" w:rsidP="00FA1984">
                      <w:pPr>
                        <w:rPr>
                          <w:color w:val="7F7F7F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495300</wp:posOffset>
                </wp:positionV>
                <wp:extent cx="422910" cy="62230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291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1F12" w:rsidRPr="00E161EE" w:rsidRDefault="008A1F12" w:rsidP="002A4DE8">
                            <w:pPr>
                              <w:pStyle w:val="Title"/>
                              <w:jc w:val="center"/>
                              <w:rPr>
                                <w:b/>
                                <w:noProof/>
                                <w:spacing w:val="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38.5pt;margin-top:39pt;width:33.3pt;height:4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" filled="f" stroked="f">
                <v:path arrowok="t"/>
                <v:textbox style="mso-fit-shape-to-text:t">
                  <w:txbxContent>
                    <w:p w:rsidR="008A1F12" w:rsidRPr="00E161EE" w:rsidRDefault="008A1F12" w:rsidP="002A4DE8">
                      <w:pPr>
                        <w:pStyle w:val="Title"/>
                        <w:jc w:val="center"/>
                        <w:rPr>
                          <w:b/>
                          <w:noProof/>
                          <w:spacing w:val="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1F12">
        <w:rPr>
          <w:noProof/>
          <w:lang w:eastAsia="sr-Latn-CS"/>
        </w:rPr>
        <w:t xml:space="preserve">              </w:t>
      </w:r>
      <w:r>
        <w:rPr>
          <w:noProof/>
          <w:lang w:val="en-US" w:eastAsia="en-US"/>
        </w:rPr>
        <w:drawing>
          <wp:inline distT="0" distB="0" distL="0" distR="0">
            <wp:extent cx="3261360" cy="1760220"/>
            <wp:effectExtent l="0" t="0" r="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F12" w:rsidRPr="001563FD" w:rsidRDefault="00411D4C" w:rsidP="001563FD">
      <w:pPr>
        <w:pStyle w:val="Title"/>
        <w:rPr>
          <w:lang w:val="sr-Cyrl-R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70485</wp:posOffset>
                </wp:positionV>
                <wp:extent cx="6791325" cy="9525"/>
                <wp:effectExtent l="19050" t="13335" r="19050" b="43815"/>
                <wp:wrapNone/>
                <wp:docPr id="2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90C226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5.55pt" to="534.7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" strokecolor="#90c226" strokeweight="2pt">
                <v:stroke endcap="round"/>
                <v:shadow on="t" color="black" opacity="22936f" origin=",.5" offset="0"/>
                <o:lock v:ext="edit" shapetype="f"/>
                <w10:wrap anchorx="margin"/>
              </v:line>
            </w:pict>
          </mc:Fallback>
        </mc:AlternateContent>
      </w:r>
    </w:p>
    <w:p w:rsidR="001563FD" w:rsidRPr="001563FD" w:rsidRDefault="001563FD" w:rsidP="001563FD">
      <w:pPr>
        <w:tabs>
          <w:tab w:val="left" w:pos="5955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563FD">
        <w:rPr>
          <w:rFonts w:ascii="Arial" w:hAnsi="Arial" w:cs="Arial"/>
          <w:sz w:val="24"/>
          <w:szCs w:val="24"/>
          <w:u w:val="single"/>
        </w:rPr>
        <w:t>Образац 2</w:t>
      </w:r>
    </w:p>
    <w:p w:rsidR="001563FD" w:rsidRDefault="001563FD" w:rsidP="00256C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bookmarkStart w:id="0" w:name="_GoBack"/>
      <w:bookmarkEnd w:id="0"/>
    </w:p>
    <w:p w:rsidR="008A1F12" w:rsidRPr="001563FD" w:rsidRDefault="008A1F12" w:rsidP="00256C2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</w:rPr>
        <w:t xml:space="preserve">ЗАХТЕВ ЗА УПИС </w:t>
      </w:r>
      <w:r w:rsidR="001563FD">
        <w:rPr>
          <w:rFonts w:ascii="Arial" w:hAnsi="Arial" w:cs="Arial"/>
          <w:b/>
          <w:sz w:val="24"/>
          <w:szCs w:val="24"/>
          <w:lang w:val="sr-Cyrl-RS"/>
        </w:rPr>
        <w:t xml:space="preserve">У ПРИПРЕМНИ ПРЕДШКОЛСКИ ПРОГРАМ У ГОДИНИ ПРЕД ПОЛАЗАК У ШКОЛУ У ТРАЈАЊУ ОД 4 САТА </w:t>
      </w:r>
    </w:p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Бр.пријаве_______________, поднете дана ________________</w:t>
      </w: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(попуњава запослени у ПУ)</w:t>
      </w: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1.Дете се пријављује у (вртић, ОШ):</w:t>
      </w:r>
    </w:p>
    <w:p w:rsidR="008A1F12" w:rsidRDefault="008A1F12" w:rsidP="00256C24">
      <w:pPr>
        <w:pStyle w:val="ListParagraph"/>
        <w:spacing w:after="0" w:line="24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 Подаци о детету за које се подноси пријава: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11"/>
      </w:tblGrid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Име и презиме: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Датум, место, општина, држава рођења: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ЈМБГ: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Адреса становања: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Општина: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Име и презиме подносиоца захтева: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Контакт телефон: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077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Подносилац захтева је (заокружити):</w:t>
            </w:r>
          </w:p>
        </w:tc>
        <w:tc>
          <w:tcPr>
            <w:tcW w:w="5211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1.мајка    2.отац    3.старатељ    4.хранитељ</w:t>
            </w:r>
          </w:p>
        </w:tc>
      </w:tr>
    </w:tbl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eastAsia="en-US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eastAsia="en-US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3.Радни статус родитеља (заокружити):</w:t>
      </w: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3"/>
        <w:gridCol w:w="1790"/>
        <w:gridCol w:w="3053"/>
        <w:gridCol w:w="1632"/>
      </w:tblGrid>
      <w:tr w:rsidR="008A1F12" w:rsidRPr="00657FD4" w:rsidTr="00256C24">
        <w:tc>
          <w:tcPr>
            <w:tcW w:w="28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Мајка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1.Запослена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2.Незапослена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3.Пензионер</w:t>
            </w:r>
          </w:p>
        </w:tc>
      </w:tr>
      <w:tr w:rsidR="008A1F12" w:rsidRPr="00657FD4" w:rsidTr="00256C2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 xml:space="preserve">4.Студент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5.Запослена у иностранству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 xml:space="preserve">6.Остало </w:t>
            </w:r>
          </w:p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28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 xml:space="preserve">Отац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1.Запослен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2.Незапослен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3.Пензионер</w:t>
            </w:r>
          </w:p>
        </w:tc>
      </w:tr>
      <w:tr w:rsidR="008A1F12" w:rsidRPr="00657FD4" w:rsidTr="00256C2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 xml:space="preserve">4.Студент 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5.Запослен у иностранству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 xml:space="preserve">6.Остало </w:t>
            </w:r>
          </w:p>
        </w:tc>
      </w:tr>
      <w:tr w:rsidR="008A1F12" w:rsidRPr="00657FD4" w:rsidTr="00256C24">
        <w:trPr>
          <w:gridAfter w:val="1"/>
          <w:wAfter w:w="1632" w:type="dxa"/>
          <w:trHeight w:val="105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F12" w:rsidRPr="00657FD4" w:rsidRDefault="008A1F12">
            <w:pPr>
              <w:spacing w:after="0" w:line="240" w:lineRule="auto"/>
            </w:pPr>
          </w:p>
        </w:tc>
      </w:tr>
    </w:tbl>
    <w:p w:rsidR="008A1F12" w:rsidRDefault="008A1F12" w:rsidP="00256C24">
      <w:pPr>
        <w:spacing w:after="0" w:line="240" w:lineRule="auto"/>
        <w:rPr>
          <w:rFonts w:ascii="Arial" w:hAnsi="Arial" w:cs="Arial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t>4.Број деце у породици (уписати):_______________</w:t>
      </w: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5.Подаци о мајци детета: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Име и презиме: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Адреса становања: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Контакт телефон: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lastRenderedPageBreak/>
              <w:t>Назив, адреса фирме и број телефона: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Радно време: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ЈМБГ: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</w:tbl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eastAsia="sr-Latn-CS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eastAsia="sr-Latn-CS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eastAsia="sr-Latn-CS"/>
        </w:rPr>
      </w:pPr>
    </w:p>
    <w:p w:rsidR="008A1F12" w:rsidRPr="008E389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val="sr-Cyrl-CS" w:eastAsia="sr-Latn-CS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6.Подаци о оцу детета: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Име и презиме: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Адреса становања: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Контакт телефон: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Назив, адреса фирме и број телефона: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Радно време: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ЈМБГ: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</w:tbl>
    <w:p w:rsidR="008A1F12" w:rsidRPr="008E389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val="sr-Cyrl-CS" w:eastAsia="en-US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7.Здравствени подаци о детету: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Здравствени проблеми (дијета, алергија и др.):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1.да                                                   2.не</w:t>
            </w: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eastAsia="sr-Latn-CS"/>
              </w:rPr>
            </w:pPr>
            <w:r w:rsidRPr="00657FD4">
              <w:rPr>
                <w:rFonts w:ascii="Arial" w:hAnsi="Arial" w:cs="Arial"/>
              </w:rPr>
              <w:t>Уредан вакцинални статус детета према узрасту: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1.да                                                   2.не</w:t>
            </w:r>
          </w:p>
        </w:tc>
      </w:tr>
      <w:tr w:rsidR="008A1F12" w:rsidRPr="00657FD4" w:rsidTr="00256C24"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Тешкоће у развоју: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1.да                                                   2.не</w:t>
            </w:r>
          </w:p>
        </w:tc>
      </w:tr>
      <w:tr w:rsidR="008A1F12" w:rsidRPr="00657FD4" w:rsidTr="00256C24">
        <w:tc>
          <w:tcPr>
            <w:tcW w:w="4644" w:type="dxa"/>
          </w:tcPr>
          <w:p w:rsidR="008A1F12" w:rsidRPr="008E3892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Изабрани лекар-педијатар: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eastAsia="sr-Latn-CS"/>
              </w:rPr>
            </w:pPr>
            <w:r w:rsidRPr="00657FD4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</w:t>
            </w:r>
            <w:r w:rsidRPr="00657FD4">
              <w:rPr>
                <w:rFonts w:ascii="Arial" w:hAnsi="Arial" w:cs="Arial"/>
              </w:rPr>
              <w:t xml:space="preserve">  1.да                                                   2.не</w:t>
            </w:r>
          </w:p>
        </w:tc>
      </w:tr>
      <w:tr w:rsidR="008A1F12" w:rsidRPr="00657FD4" w:rsidTr="00256C24">
        <w:tc>
          <w:tcPr>
            <w:tcW w:w="4644" w:type="dxa"/>
          </w:tcPr>
          <w:p w:rsidR="008A1F12" w:rsidRPr="008E3892" w:rsidRDefault="008A1F12">
            <w:pPr>
              <w:spacing w:after="0" w:line="240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Име и презиме изабраног лекара-педијатра: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8E3892" w:rsidRDefault="008A1F12" w:rsidP="008E3892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Назив здравствене установе у којој се дете лечи: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A1F12" w:rsidRPr="00657FD4" w:rsidTr="00256C24">
        <w:tc>
          <w:tcPr>
            <w:tcW w:w="4644" w:type="dxa"/>
          </w:tcPr>
          <w:p w:rsidR="008A1F12" w:rsidRPr="00D93516" w:rsidRDefault="008A1F12" w:rsidP="008E3892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ЛБО детета:</w:t>
            </w:r>
          </w:p>
        </w:tc>
        <w:tc>
          <w:tcPr>
            <w:tcW w:w="4644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A1F12" w:rsidRPr="008E389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val="sr-Cyrl-CS" w:eastAsia="sr-Latn-CS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8.Специфични подаци о детету (чекирати):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425"/>
        <w:gridCol w:w="4253"/>
        <w:gridCol w:w="425"/>
      </w:tblGrid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Породица са тешко оболелим дететом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Расељена или прогнана породица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Породица са дететом са тешкоћом у развоју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Дете из социјално нестимулативне средине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Тешко оболели родитељ детета или ОСИ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Самохрани родитељ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Дете под старатељством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Родитељ у притвору или затвору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Хранитељска породица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Родитељ запослен у иностранству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Породица корисник новчане социјалне помоћи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Породица у којој има насиља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Препорука центра за социјални рад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Родитељ ратни инвалид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  <w:tr w:rsidR="008A1F12" w:rsidRPr="00657FD4" w:rsidTr="00256C24">
        <w:tc>
          <w:tcPr>
            <w:tcW w:w="4219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657FD4">
              <w:rPr>
                <w:rFonts w:ascii="Arial" w:hAnsi="Arial" w:cs="Arial"/>
              </w:rPr>
              <w:t>Дете без родитељског старања</w:t>
            </w: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3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425" w:type="dxa"/>
          </w:tcPr>
          <w:p w:rsidR="008A1F12" w:rsidRPr="00657FD4" w:rsidRDefault="008A1F12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</w:tr>
    </w:tbl>
    <w:p w:rsidR="008A1F12" w:rsidRDefault="008A1F12" w:rsidP="00256C24">
      <w:pPr>
        <w:spacing w:after="0" w:line="240" w:lineRule="auto"/>
        <w:rPr>
          <w:rFonts w:ascii="Arial" w:hAnsi="Arial" w:cs="Arial"/>
          <w:sz w:val="22"/>
          <w:szCs w:val="22"/>
          <w:lang w:eastAsia="sr-Latn-CS"/>
        </w:rPr>
      </w:pPr>
    </w:p>
    <w:p w:rsidR="008A1F12" w:rsidRDefault="008A1F12" w:rsidP="00256C24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</w:p>
    <w:p w:rsidR="008A1F12" w:rsidRDefault="008A1F12" w:rsidP="00256C24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</w:p>
    <w:p w:rsidR="008A1F12" w:rsidRPr="001563FD" w:rsidRDefault="001563FD" w:rsidP="00256C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sr-Cyrl-RS" w:eastAsia="en-US"/>
        </w:rPr>
      </w:pPr>
      <w:r>
        <w:rPr>
          <w:rFonts w:ascii="Arial" w:hAnsi="Arial" w:cs="Arial"/>
          <w:b/>
          <w:sz w:val="28"/>
          <w:szCs w:val="28"/>
          <w:lang w:val="sr-Cyrl-CS"/>
        </w:rPr>
        <w:t>ДОКУМЕНТАЦИЈА ЗА УПИС У</w:t>
      </w:r>
      <w:r w:rsidR="008A1F12" w:rsidRPr="001563FD">
        <w:rPr>
          <w:rFonts w:ascii="Arial" w:hAnsi="Arial" w:cs="Arial"/>
          <w:b/>
          <w:sz w:val="28"/>
          <w:szCs w:val="28"/>
        </w:rPr>
        <w:t xml:space="preserve"> ПРИПРЕМНИ ПРЕДШКОЛСКИ ПРОГРАМ</w:t>
      </w:r>
      <w:r>
        <w:rPr>
          <w:rFonts w:ascii="Arial" w:hAnsi="Arial" w:cs="Arial"/>
          <w:b/>
          <w:sz w:val="28"/>
          <w:szCs w:val="28"/>
          <w:lang w:val="sr-Cyrl-RS"/>
        </w:rPr>
        <w:t xml:space="preserve"> У ГОДИНИ ПРЕД ПОЛАЗАК У ШКОЛУ У ТРАЈАЊУ ОД 4 САТА</w:t>
      </w:r>
    </w:p>
    <w:p w:rsidR="008A1F12" w:rsidRPr="001563FD" w:rsidRDefault="008A1F12" w:rsidP="00256C2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A1F12" w:rsidRDefault="008A1F12" w:rsidP="00256C24">
      <w:pPr>
        <w:spacing w:after="0" w:line="240" w:lineRule="auto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У припремни предшколски програм </w:t>
      </w:r>
      <w:r w:rsidR="001563FD">
        <w:rPr>
          <w:rFonts w:ascii="Arial" w:hAnsi="Arial" w:cs="Arial"/>
          <w:lang w:val="sr-Cyrl-CS"/>
        </w:rPr>
        <w:t xml:space="preserve">у години пред полазак у школу у трајању од 4 сата </w:t>
      </w:r>
      <w:r>
        <w:rPr>
          <w:rFonts w:ascii="Arial" w:hAnsi="Arial" w:cs="Arial"/>
          <w:lang w:val="sr-Cyrl-CS"/>
        </w:rPr>
        <w:t xml:space="preserve">уписују се деца рођена од </w:t>
      </w:r>
      <w:r w:rsidR="001563FD">
        <w:rPr>
          <w:rFonts w:ascii="Arial" w:hAnsi="Arial" w:cs="Arial"/>
          <w:b/>
          <w:lang w:val="sr-Cyrl-CS"/>
        </w:rPr>
        <w:t>01.03.2017.године до 28.02.20218.године</w:t>
      </w:r>
    </w:p>
    <w:p w:rsidR="008A1F12" w:rsidRDefault="008A1F12" w:rsidP="00256C2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 xml:space="preserve">За упис деце у припремни предшколски програм </w:t>
      </w:r>
      <w:r w:rsidR="001563FD">
        <w:rPr>
          <w:rFonts w:ascii="Arial" w:hAnsi="Arial" w:cs="Arial"/>
          <w:b/>
          <w:lang w:val="sr-Cyrl-CS"/>
        </w:rPr>
        <w:t xml:space="preserve">у години пред полазак у школу у трајању од 4 сата </w:t>
      </w:r>
      <w:r>
        <w:rPr>
          <w:rFonts w:ascii="Arial" w:hAnsi="Arial" w:cs="Arial"/>
          <w:b/>
          <w:lang w:val="sr-Cyrl-CS"/>
        </w:rPr>
        <w:t>од документације</w:t>
      </w:r>
      <w:r>
        <w:rPr>
          <w:rFonts w:ascii="Arial" w:hAnsi="Arial" w:cs="Arial"/>
          <w:b/>
        </w:rPr>
        <w:t xml:space="preserve">, уз овај </w:t>
      </w:r>
      <w:r w:rsidR="001563FD">
        <w:rPr>
          <w:rFonts w:ascii="Arial" w:hAnsi="Arial" w:cs="Arial"/>
          <w:b/>
          <w:lang w:val="sr-Cyrl-RS"/>
        </w:rPr>
        <w:t>З</w:t>
      </w:r>
      <w:r>
        <w:rPr>
          <w:rFonts w:ascii="Arial" w:hAnsi="Arial" w:cs="Arial"/>
          <w:b/>
        </w:rPr>
        <w:t>ахтев</w:t>
      </w:r>
      <w:r>
        <w:rPr>
          <w:rFonts w:ascii="Arial" w:hAnsi="Arial" w:cs="Arial"/>
          <w:b/>
          <w:lang w:val="sr-Cyrl-CS"/>
        </w:rPr>
        <w:t xml:space="preserve"> је потребно: </w:t>
      </w:r>
    </w:p>
    <w:p w:rsidR="008A1F12" w:rsidRDefault="008A1F12" w:rsidP="00256C24">
      <w:pPr>
        <w:spacing w:after="0" w:line="240" w:lineRule="auto"/>
        <w:rPr>
          <w:rFonts w:ascii="Arial" w:hAnsi="Arial" w:cs="Arial"/>
          <w:b/>
        </w:rPr>
      </w:pPr>
    </w:p>
    <w:p w:rsidR="001563FD" w:rsidRPr="001563FD" w:rsidRDefault="008A1F12" w:rsidP="001563F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1563FD">
        <w:rPr>
          <w:rFonts w:ascii="Arial" w:hAnsi="Arial" w:cs="Arial"/>
          <w:b/>
          <w:u w:val="single"/>
          <w:lang w:val="sr-Cyrl-CS"/>
        </w:rPr>
        <w:t>извод из матичне књиге рођених,</w:t>
      </w:r>
      <w:r w:rsidR="001563FD">
        <w:rPr>
          <w:rFonts w:ascii="Arial" w:hAnsi="Arial" w:cs="Arial"/>
        </w:rPr>
        <w:t xml:space="preserve"> </w:t>
      </w:r>
      <w:r w:rsidR="001563FD" w:rsidRPr="001563FD">
        <w:rPr>
          <w:rFonts w:ascii="Arial" w:hAnsi="Arial" w:cs="Arial"/>
          <w:lang w:val="sr-Cyrl-RS"/>
        </w:rPr>
        <w:t xml:space="preserve">(доставља родитељ односно други законски заступник детета или установа прибавља по службеној дужности – може оригинал или фотокопија која може бити старија од 6 месеци и не мора бити оверена од стране јавног бележника); </w:t>
      </w:r>
    </w:p>
    <w:p w:rsidR="001563FD" w:rsidRPr="001563FD" w:rsidRDefault="001563FD" w:rsidP="001563F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u w:val="single"/>
          <w:lang w:val="sr-Cyrl-RS"/>
        </w:rPr>
      </w:pPr>
      <w:r>
        <w:rPr>
          <w:rFonts w:ascii="Arial" w:hAnsi="Arial" w:cs="Arial"/>
          <w:b/>
          <w:u w:val="single"/>
          <w:lang w:val="sr-Cyrl-RS"/>
        </w:rPr>
        <w:t>д</w:t>
      </w:r>
      <w:r w:rsidRPr="001563FD">
        <w:rPr>
          <w:rFonts w:ascii="Arial" w:hAnsi="Arial" w:cs="Arial"/>
          <w:b/>
          <w:u w:val="single"/>
          <w:lang w:val="sr-Cyrl-RS"/>
        </w:rPr>
        <w:t>оказ о здравственом прегледу детета и вакциналном статусу детета  издат од надлежне здравствене установе.</w:t>
      </w:r>
    </w:p>
    <w:p w:rsidR="001563FD" w:rsidRPr="001563FD" w:rsidRDefault="001563FD" w:rsidP="001563FD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1563FD" w:rsidRDefault="001563FD" w:rsidP="001563FD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1563FD">
        <w:rPr>
          <w:rFonts w:ascii="Arial" w:hAnsi="Arial" w:cs="Arial"/>
        </w:rPr>
        <w:t>Саглас</w:t>
      </w:r>
      <w:r w:rsidRPr="001563FD">
        <w:rPr>
          <w:rFonts w:ascii="Arial" w:hAnsi="Arial" w:cs="Arial"/>
          <w:lang w:val="sr-Cyrl-RS"/>
        </w:rPr>
        <w:t>ан/сагласна</w:t>
      </w:r>
      <w:r w:rsidR="008A1F12" w:rsidRPr="001563FD">
        <w:rPr>
          <w:rFonts w:ascii="Arial" w:hAnsi="Arial" w:cs="Arial"/>
        </w:rPr>
        <w:t xml:space="preserve"> сам да се нарочито осетљиви подаци, у складу са Законом</w:t>
      </w:r>
      <w:r>
        <w:rPr>
          <w:rFonts w:ascii="Arial" w:hAnsi="Arial" w:cs="Arial"/>
        </w:rPr>
        <w:t xml:space="preserve"> о заштити података о личности</w:t>
      </w:r>
      <w:r>
        <w:rPr>
          <w:rFonts w:ascii="Arial" w:hAnsi="Arial" w:cs="Arial"/>
          <w:lang w:val="sr-Cyrl-RS"/>
        </w:rPr>
        <w:t xml:space="preserve"> и </w:t>
      </w:r>
      <w:r w:rsidRPr="001563FD">
        <w:rPr>
          <w:rFonts w:ascii="Arial" w:hAnsi="Arial" w:cs="Arial"/>
        </w:rPr>
        <w:t xml:space="preserve"> Правилником о заштити података о личности Предшколске </w:t>
      </w:r>
      <w:r>
        <w:rPr>
          <w:rFonts w:ascii="Arial" w:hAnsi="Arial" w:cs="Arial"/>
        </w:rPr>
        <w:t>установе „Ђурђевдан“ Крагујевац</w:t>
      </w:r>
      <w:r>
        <w:rPr>
          <w:rFonts w:ascii="Arial" w:hAnsi="Arial" w:cs="Arial"/>
          <w:lang w:val="sr-Cyrl-RS"/>
        </w:rPr>
        <w:t xml:space="preserve">и </w:t>
      </w:r>
      <w:r>
        <w:rPr>
          <w:rFonts w:ascii="Arial" w:hAnsi="Arial" w:cs="Arial"/>
          <w:lang w:val="sr-Cyrl-RS"/>
        </w:rPr>
        <w:lastRenderedPageBreak/>
        <w:t xml:space="preserve">да се </w:t>
      </w:r>
      <w:r w:rsidR="008A1F12" w:rsidRPr="001563FD">
        <w:rPr>
          <w:rFonts w:ascii="Arial" w:hAnsi="Arial" w:cs="Arial"/>
        </w:rPr>
        <w:t xml:space="preserve">користе искључиво у сврху уписа детета у </w:t>
      </w:r>
      <w:r w:rsidRPr="001563FD">
        <w:rPr>
          <w:rFonts w:ascii="Arial" w:hAnsi="Arial" w:cs="Arial"/>
          <w:lang w:val="sr-Cyrl-RS"/>
        </w:rPr>
        <w:t>припремни предшколски програм у години пред полазак у школу у трајању од 4 сата</w:t>
      </w:r>
      <w:r w:rsidR="008A1F12" w:rsidRPr="001563FD">
        <w:rPr>
          <w:rFonts w:ascii="Arial" w:hAnsi="Arial" w:cs="Arial"/>
        </w:rPr>
        <w:t xml:space="preserve">. </w:t>
      </w:r>
    </w:p>
    <w:p w:rsidR="001563FD" w:rsidRDefault="008A1F12" w:rsidP="001563FD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1563FD">
        <w:rPr>
          <w:rFonts w:ascii="Arial" w:hAnsi="Arial" w:cs="Arial"/>
        </w:rPr>
        <w:t>Под пуном кривичном, материјалном и моралном одговорношћу изјављујем да су наведени подаци тачни.</w:t>
      </w:r>
    </w:p>
    <w:p w:rsidR="008A1F12" w:rsidRPr="001563FD" w:rsidRDefault="008A1F12" w:rsidP="001563FD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1563FD">
        <w:rPr>
          <w:rFonts w:ascii="Arial" w:hAnsi="Arial" w:cs="Arial"/>
        </w:rPr>
        <w:t xml:space="preserve">Изјава о сагласности да се изврши увид, прибаве и обраде лични подаци о којима се води службена евиденција чини саставни део овог </w:t>
      </w:r>
      <w:r w:rsidR="001563FD">
        <w:rPr>
          <w:rFonts w:ascii="Arial" w:hAnsi="Arial" w:cs="Arial"/>
          <w:lang w:val="sr-Cyrl-RS"/>
        </w:rPr>
        <w:t>З</w:t>
      </w:r>
      <w:r w:rsidRPr="001563FD">
        <w:rPr>
          <w:rFonts w:ascii="Arial" w:hAnsi="Arial" w:cs="Arial"/>
        </w:rPr>
        <w:t>ахтева.</w:t>
      </w:r>
    </w:p>
    <w:p w:rsidR="008A1F12" w:rsidRDefault="008A1F12" w:rsidP="001563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A1F12" w:rsidRDefault="008A1F12" w:rsidP="00256C2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________________________                                             </w:t>
      </w:r>
    </w:p>
    <w:p w:rsidR="008A1F12" w:rsidRDefault="008A1F12" w:rsidP="00256C24">
      <w:pPr>
        <w:tabs>
          <w:tab w:val="left" w:pos="5955"/>
        </w:tabs>
        <w:spacing w:after="0" w:line="240" w:lineRule="auto"/>
        <w:jc w:val="right"/>
        <w:rPr>
          <w:rFonts w:ascii="Arial" w:hAnsi="Arial" w:cs="Arial"/>
        </w:rPr>
      </w:pPr>
      <w:r>
        <w:tab/>
        <w:t xml:space="preserve"> (</w:t>
      </w:r>
      <w:r>
        <w:rPr>
          <w:rFonts w:ascii="Arial" w:hAnsi="Arial" w:cs="Arial"/>
        </w:rPr>
        <w:t>подносилац захтева)</w:t>
      </w:r>
    </w:p>
    <w:p w:rsidR="008A1F12" w:rsidRDefault="008A1F12" w:rsidP="00256C24">
      <w:pPr>
        <w:tabs>
          <w:tab w:val="left" w:pos="5955"/>
        </w:tabs>
        <w:spacing w:after="0" w:line="240" w:lineRule="auto"/>
        <w:jc w:val="right"/>
        <w:rPr>
          <w:rFonts w:ascii="Arial" w:hAnsi="Arial" w:cs="Arial"/>
        </w:rPr>
      </w:pPr>
    </w:p>
    <w:p w:rsidR="008A1F12" w:rsidRDefault="008A1F12" w:rsidP="00256C24">
      <w:pPr>
        <w:tabs>
          <w:tab w:val="left" w:pos="5955"/>
        </w:tabs>
        <w:spacing w:after="0" w:line="240" w:lineRule="auto"/>
        <w:jc w:val="right"/>
        <w:rPr>
          <w:rFonts w:ascii="Arial" w:hAnsi="Arial" w:cs="Arial"/>
        </w:rPr>
      </w:pPr>
    </w:p>
    <w:sectPr w:rsidR="008A1F12" w:rsidSect="00424901">
      <w:pgSz w:w="12240" w:h="15840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5C9" w:rsidRDefault="00B225C9" w:rsidP="00FA1984">
      <w:pPr>
        <w:spacing w:after="0" w:line="240" w:lineRule="auto"/>
      </w:pPr>
      <w:r>
        <w:separator/>
      </w:r>
    </w:p>
  </w:endnote>
  <w:endnote w:type="continuationSeparator" w:id="0">
    <w:p w:rsidR="00B225C9" w:rsidRDefault="00B225C9" w:rsidP="00FA1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5C9" w:rsidRDefault="00B225C9" w:rsidP="00FA1984">
      <w:pPr>
        <w:spacing w:after="0" w:line="240" w:lineRule="auto"/>
      </w:pPr>
      <w:r>
        <w:separator/>
      </w:r>
    </w:p>
  </w:footnote>
  <w:footnote w:type="continuationSeparator" w:id="0">
    <w:p w:rsidR="00B225C9" w:rsidRDefault="00B225C9" w:rsidP="00FA1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1DEF"/>
    <w:multiLevelType w:val="hybridMultilevel"/>
    <w:tmpl w:val="900A4EA2"/>
    <w:lvl w:ilvl="0" w:tplc="6B2E4C2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50944"/>
    <w:multiLevelType w:val="hybridMultilevel"/>
    <w:tmpl w:val="E1B8E7DA"/>
    <w:lvl w:ilvl="0" w:tplc="4B741C52">
      <w:numFmt w:val="bullet"/>
      <w:lvlText w:val="-"/>
      <w:lvlJc w:val="left"/>
      <w:pPr>
        <w:ind w:left="3690" w:hanging="360"/>
      </w:pPr>
      <w:rPr>
        <w:rFonts w:ascii="Arial" w:eastAsia="Times New Roman" w:hAnsi="Arial" w:hint="default"/>
        <w:sz w:val="20"/>
      </w:rPr>
    </w:lvl>
    <w:lvl w:ilvl="1" w:tplc="241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2">
    <w:nsid w:val="53436C94"/>
    <w:multiLevelType w:val="hybridMultilevel"/>
    <w:tmpl w:val="7C006BCE"/>
    <w:lvl w:ilvl="0" w:tplc="E0AA54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A05584"/>
    <w:multiLevelType w:val="hybridMultilevel"/>
    <w:tmpl w:val="1A2A125E"/>
    <w:lvl w:ilvl="0" w:tplc="50A4142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113A1"/>
    <w:multiLevelType w:val="hybridMultilevel"/>
    <w:tmpl w:val="6C766256"/>
    <w:lvl w:ilvl="0" w:tplc="0070260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E8"/>
    <w:rsid w:val="0001321D"/>
    <w:rsid w:val="0001775A"/>
    <w:rsid w:val="000219B5"/>
    <w:rsid w:val="00024615"/>
    <w:rsid w:val="0003132B"/>
    <w:rsid w:val="00031837"/>
    <w:rsid w:val="00046F3E"/>
    <w:rsid w:val="00047342"/>
    <w:rsid w:val="000518AA"/>
    <w:rsid w:val="00055B02"/>
    <w:rsid w:val="0005682E"/>
    <w:rsid w:val="000647D0"/>
    <w:rsid w:val="00066388"/>
    <w:rsid w:val="0006779C"/>
    <w:rsid w:val="0007348A"/>
    <w:rsid w:val="00073B51"/>
    <w:rsid w:val="00084293"/>
    <w:rsid w:val="0009360A"/>
    <w:rsid w:val="0009421D"/>
    <w:rsid w:val="000A256E"/>
    <w:rsid w:val="000A56B2"/>
    <w:rsid w:val="000A759F"/>
    <w:rsid w:val="000C5CC7"/>
    <w:rsid w:val="000C7C60"/>
    <w:rsid w:val="000D7E1E"/>
    <w:rsid w:val="000E075F"/>
    <w:rsid w:val="000E07DC"/>
    <w:rsid w:val="000E1059"/>
    <w:rsid w:val="000E20D2"/>
    <w:rsid w:val="000E42F5"/>
    <w:rsid w:val="000E5E57"/>
    <w:rsid w:val="000F5B5F"/>
    <w:rsid w:val="0011284A"/>
    <w:rsid w:val="00113B0A"/>
    <w:rsid w:val="0013324A"/>
    <w:rsid w:val="001358B6"/>
    <w:rsid w:val="0014360F"/>
    <w:rsid w:val="001563FD"/>
    <w:rsid w:val="00162B9A"/>
    <w:rsid w:val="00164310"/>
    <w:rsid w:val="00165325"/>
    <w:rsid w:val="0017050F"/>
    <w:rsid w:val="001717F6"/>
    <w:rsid w:val="001768DE"/>
    <w:rsid w:val="00183CCE"/>
    <w:rsid w:val="001A4B10"/>
    <w:rsid w:val="001A6646"/>
    <w:rsid w:val="001A6DEB"/>
    <w:rsid w:val="001B1B62"/>
    <w:rsid w:val="001B41FA"/>
    <w:rsid w:val="001D4A87"/>
    <w:rsid w:val="001E1255"/>
    <w:rsid w:val="001E38BE"/>
    <w:rsid w:val="001E4030"/>
    <w:rsid w:val="001F287E"/>
    <w:rsid w:val="001F309B"/>
    <w:rsid w:val="001F3E52"/>
    <w:rsid w:val="001F5A6A"/>
    <w:rsid w:val="001F6893"/>
    <w:rsid w:val="001F7AC8"/>
    <w:rsid w:val="00202CB5"/>
    <w:rsid w:val="0020566B"/>
    <w:rsid w:val="0020583A"/>
    <w:rsid w:val="00206EE1"/>
    <w:rsid w:val="00213E7A"/>
    <w:rsid w:val="00220D4F"/>
    <w:rsid w:val="00221668"/>
    <w:rsid w:val="00223E74"/>
    <w:rsid w:val="00231219"/>
    <w:rsid w:val="0024741A"/>
    <w:rsid w:val="0025035B"/>
    <w:rsid w:val="00254680"/>
    <w:rsid w:val="00256C24"/>
    <w:rsid w:val="00264ADD"/>
    <w:rsid w:val="002719C0"/>
    <w:rsid w:val="00272B52"/>
    <w:rsid w:val="002947DD"/>
    <w:rsid w:val="00297DA9"/>
    <w:rsid w:val="002A29EB"/>
    <w:rsid w:val="002A4DE8"/>
    <w:rsid w:val="002A5AF6"/>
    <w:rsid w:val="002A6E0A"/>
    <w:rsid w:val="002B141C"/>
    <w:rsid w:val="002B15F2"/>
    <w:rsid w:val="002B34B8"/>
    <w:rsid w:val="002C1629"/>
    <w:rsid w:val="002C431D"/>
    <w:rsid w:val="002C4875"/>
    <w:rsid w:val="002D3C35"/>
    <w:rsid w:val="002D516C"/>
    <w:rsid w:val="002E4E7D"/>
    <w:rsid w:val="002E515B"/>
    <w:rsid w:val="002F0C76"/>
    <w:rsid w:val="00321D79"/>
    <w:rsid w:val="003232E1"/>
    <w:rsid w:val="0033001E"/>
    <w:rsid w:val="00336D4F"/>
    <w:rsid w:val="00343706"/>
    <w:rsid w:val="003511A6"/>
    <w:rsid w:val="00352075"/>
    <w:rsid w:val="00355841"/>
    <w:rsid w:val="00356215"/>
    <w:rsid w:val="00363A7D"/>
    <w:rsid w:val="003654B1"/>
    <w:rsid w:val="00365DA8"/>
    <w:rsid w:val="003662AE"/>
    <w:rsid w:val="00371B0D"/>
    <w:rsid w:val="003759CD"/>
    <w:rsid w:val="00377788"/>
    <w:rsid w:val="00381952"/>
    <w:rsid w:val="00381B53"/>
    <w:rsid w:val="00383A1B"/>
    <w:rsid w:val="00384591"/>
    <w:rsid w:val="00386365"/>
    <w:rsid w:val="00387D6C"/>
    <w:rsid w:val="003A3C83"/>
    <w:rsid w:val="003A5BF4"/>
    <w:rsid w:val="003B131D"/>
    <w:rsid w:val="003C472D"/>
    <w:rsid w:val="003E07F1"/>
    <w:rsid w:val="003E16B4"/>
    <w:rsid w:val="003E4721"/>
    <w:rsid w:val="003E73F5"/>
    <w:rsid w:val="0041018F"/>
    <w:rsid w:val="00411D4C"/>
    <w:rsid w:val="00412F9E"/>
    <w:rsid w:val="004134FB"/>
    <w:rsid w:val="00415DEA"/>
    <w:rsid w:val="00420794"/>
    <w:rsid w:val="00424295"/>
    <w:rsid w:val="00424901"/>
    <w:rsid w:val="00432A70"/>
    <w:rsid w:val="00441E2C"/>
    <w:rsid w:val="00443BE2"/>
    <w:rsid w:val="00451E8B"/>
    <w:rsid w:val="00456321"/>
    <w:rsid w:val="004620F7"/>
    <w:rsid w:val="004974C6"/>
    <w:rsid w:val="004A1F22"/>
    <w:rsid w:val="004B4744"/>
    <w:rsid w:val="004D457D"/>
    <w:rsid w:val="004D4C0C"/>
    <w:rsid w:val="004F3FCD"/>
    <w:rsid w:val="004F4FA3"/>
    <w:rsid w:val="004F6110"/>
    <w:rsid w:val="00505231"/>
    <w:rsid w:val="0051370C"/>
    <w:rsid w:val="00517C28"/>
    <w:rsid w:val="005204AD"/>
    <w:rsid w:val="005211CE"/>
    <w:rsid w:val="005247EC"/>
    <w:rsid w:val="00525B90"/>
    <w:rsid w:val="005371D3"/>
    <w:rsid w:val="0054344A"/>
    <w:rsid w:val="00545BF3"/>
    <w:rsid w:val="00546FE5"/>
    <w:rsid w:val="00560A33"/>
    <w:rsid w:val="00564C02"/>
    <w:rsid w:val="005720E7"/>
    <w:rsid w:val="00580A71"/>
    <w:rsid w:val="00580AC7"/>
    <w:rsid w:val="00583197"/>
    <w:rsid w:val="00583657"/>
    <w:rsid w:val="005922B0"/>
    <w:rsid w:val="00593F9F"/>
    <w:rsid w:val="0059461D"/>
    <w:rsid w:val="005A107F"/>
    <w:rsid w:val="005A622C"/>
    <w:rsid w:val="005C2AF9"/>
    <w:rsid w:val="005C54CB"/>
    <w:rsid w:val="005D3324"/>
    <w:rsid w:val="005D5832"/>
    <w:rsid w:val="005E2DF5"/>
    <w:rsid w:val="005E4009"/>
    <w:rsid w:val="005E686D"/>
    <w:rsid w:val="005F01A8"/>
    <w:rsid w:val="005F027D"/>
    <w:rsid w:val="005F1614"/>
    <w:rsid w:val="005F2301"/>
    <w:rsid w:val="005F2B46"/>
    <w:rsid w:val="00606587"/>
    <w:rsid w:val="006146C4"/>
    <w:rsid w:val="006212AE"/>
    <w:rsid w:val="006217F4"/>
    <w:rsid w:val="00635D53"/>
    <w:rsid w:val="00651317"/>
    <w:rsid w:val="00657FD4"/>
    <w:rsid w:val="006641A6"/>
    <w:rsid w:val="006659A8"/>
    <w:rsid w:val="00665EE1"/>
    <w:rsid w:val="006719AA"/>
    <w:rsid w:val="00671EDC"/>
    <w:rsid w:val="0068148D"/>
    <w:rsid w:val="00686CFA"/>
    <w:rsid w:val="00686E53"/>
    <w:rsid w:val="006914C3"/>
    <w:rsid w:val="00691529"/>
    <w:rsid w:val="00692915"/>
    <w:rsid w:val="006934AF"/>
    <w:rsid w:val="006953F5"/>
    <w:rsid w:val="006A484C"/>
    <w:rsid w:val="006A758B"/>
    <w:rsid w:val="006B0AD6"/>
    <w:rsid w:val="006B1D78"/>
    <w:rsid w:val="006C453F"/>
    <w:rsid w:val="006D503B"/>
    <w:rsid w:val="006D649C"/>
    <w:rsid w:val="006D7F94"/>
    <w:rsid w:val="006E0E56"/>
    <w:rsid w:val="006E62C3"/>
    <w:rsid w:val="00701E87"/>
    <w:rsid w:val="007036CE"/>
    <w:rsid w:val="00705C8A"/>
    <w:rsid w:val="00707376"/>
    <w:rsid w:val="0071145B"/>
    <w:rsid w:val="00714FCF"/>
    <w:rsid w:val="0071565B"/>
    <w:rsid w:val="00724A30"/>
    <w:rsid w:val="007314C9"/>
    <w:rsid w:val="00733EA6"/>
    <w:rsid w:val="007464B8"/>
    <w:rsid w:val="00750D38"/>
    <w:rsid w:val="007631C2"/>
    <w:rsid w:val="00767EF2"/>
    <w:rsid w:val="00774696"/>
    <w:rsid w:val="00782E28"/>
    <w:rsid w:val="00783534"/>
    <w:rsid w:val="00793DD6"/>
    <w:rsid w:val="0079454C"/>
    <w:rsid w:val="0079767F"/>
    <w:rsid w:val="007B2470"/>
    <w:rsid w:val="007B4657"/>
    <w:rsid w:val="007B6C06"/>
    <w:rsid w:val="007C1E45"/>
    <w:rsid w:val="007C4034"/>
    <w:rsid w:val="007E3DDA"/>
    <w:rsid w:val="007E7B0C"/>
    <w:rsid w:val="007F2007"/>
    <w:rsid w:val="007F2179"/>
    <w:rsid w:val="007F40E9"/>
    <w:rsid w:val="007F44C4"/>
    <w:rsid w:val="00802025"/>
    <w:rsid w:val="00802DAA"/>
    <w:rsid w:val="00806508"/>
    <w:rsid w:val="00812C82"/>
    <w:rsid w:val="0081777D"/>
    <w:rsid w:val="00823379"/>
    <w:rsid w:val="008332BA"/>
    <w:rsid w:val="00840FC8"/>
    <w:rsid w:val="00844C4A"/>
    <w:rsid w:val="0084668B"/>
    <w:rsid w:val="00853B93"/>
    <w:rsid w:val="00853CDF"/>
    <w:rsid w:val="00862631"/>
    <w:rsid w:val="00862F40"/>
    <w:rsid w:val="0087122F"/>
    <w:rsid w:val="00874CBD"/>
    <w:rsid w:val="008800E7"/>
    <w:rsid w:val="008829DE"/>
    <w:rsid w:val="008830AF"/>
    <w:rsid w:val="0088624C"/>
    <w:rsid w:val="008873F9"/>
    <w:rsid w:val="00895C48"/>
    <w:rsid w:val="00896B0E"/>
    <w:rsid w:val="008A0752"/>
    <w:rsid w:val="008A1F12"/>
    <w:rsid w:val="008B5EFF"/>
    <w:rsid w:val="008C1A56"/>
    <w:rsid w:val="008C1BE7"/>
    <w:rsid w:val="008C6D3B"/>
    <w:rsid w:val="008D6CCB"/>
    <w:rsid w:val="008E338B"/>
    <w:rsid w:val="008E3892"/>
    <w:rsid w:val="008F0790"/>
    <w:rsid w:val="008F0DC4"/>
    <w:rsid w:val="008F20DE"/>
    <w:rsid w:val="00901CB8"/>
    <w:rsid w:val="009034B8"/>
    <w:rsid w:val="00904B93"/>
    <w:rsid w:val="0090513B"/>
    <w:rsid w:val="00906497"/>
    <w:rsid w:val="00920B2B"/>
    <w:rsid w:val="0092440E"/>
    <w:rsid w:val="0092515E"/>
    <w:rsid w:val="009262ED"/>
    <w:rsid w:val="00940E09"/>
    <w:rsid w:val="00944F65"/>
    <w:rsid w:val="009501CF"/>
    <w:rsid w:val="00964C8E"/>
    <w:rsid w:val="0099321C"/>
    <w:rsid w:val="00994A14"/>
    <w:rsid w:val="00997802"/>
    <w:rsid w:val="009A3367"/>
    <w:rsid w:val="009A4466"/>
    <w:rsid w:val="009B364F"/>
    <w:rsid w:val="009B78D7"/>
    <w:rsid w:val="009C52B3"/>
    <w:rsid w:val="009D3C9A"/>
    <w:rsid w:val="009E4A68"/>
    <w:rsid w:val="009E5017"/>
    <w:rsid w:val="009E5EA7"/>
    <w:rsid w:val="009F6F54"/>
    <w:rsid w:val="00A00284"/>
    <w:rsid w:val="00A11A08"/>
    <w:rsid w:val="00A1312A"/>
    <w:rsid w:val="00A15E54"/>
    <w:rsid w:val="00A16821"/>
    <w:rsid w:val="00A334BE"/>
    <w:rsid w:val="00A335F5"/>
    <w:rsid w:val="00A375F8"/>
    <w:rsid w:val="00A436AA"/>
    <w:rsid w:val="00A466B0"/>
    <w:rsid w:val="00A46E59"/>
    <w:rsid w:val="00A46E5B"/>
    <w:rsid w:val="00A47934"/>
    <w:rsid w:val="00A55208"/>
    <w:rsid w:val="00A670F9"/>
    <w:rsid w:val="00A67973"/>
    <w:rsid w:val="00A7213A"/>
    <w:rsid w:val="00A72B71"/>
    <w:rsid w:val="00A805EB"/>
    <w:rsid w:val="00A86397"/>
    <w:rsid w:val="00AA4FAA"/>
    <w:rsid w:val="00AA6520"/>
    <w:rsid w:val="00AA670E"/>
    <w:rsid w:val="00AB36FE"/>
    <w:rsid w:val="00AB3F01"/>
    <w:rsid w:val="00AC5AF2"/>
    <w:rsid w:val="00AC6785"/>
    <w:rsid w:val="00AD337A"/>
    <w:rsid w:val="00AD773C"/>
    <w:rsid w:val="00AE26C1"/>
    <w:rsid w:val="00AE5464"/>
    <w:rsid w:val="00AF1456"/>
    <w:rsid w:val="00AF5270"/>
    <w:rsid w:val="00AF5F2F"/>
    <w:rsid w:val="00B0149D"/>
    <w:rsid w:val="00B139D6"/>
    <w:rsid w:val="00B14968"/>
    <w:rsid w:val="00B21E55"/>
    <w:rsid w:val="00B225C9"/>
    <w:rsid w:val="00B24C5F"/>
    <w:rsid w:val="00B2561F"/>
    <w:rsid w:val="00B35EAA"/>
    <w:rsid w:val="00B4507D"/>
    <w:rsid w:val="00B51B9E"/>
    <w:rsid w:val="00B55669"/>
    <w:rsid w:val="00B62868"/>
    <w:rsid w:val="00B64579"/>
    <w:rsid w:val="00B74123"/>
    <w:rsid w:val="00B743EF"/>
    <w:rsid w:val="00B745AC"/>
    <w:rsid w:val="00B74DE4"/>
    <w:rsid w:val="00B75343"/>
    <w:rsid w:val="00B75FFC"/>
    <w:rsid w:val="00B8564E"/>
    <w:rsid w:val="00B91D2A"/>
    <w:rsid w:val="00B97C27"/>
    <w:rsid w:val="00BA7AD0"/>
    <w:rsid w:val="00BB1E34"/>
    <w:rsid w:val="00BC1630"/>
    <w:rsid w:val="00BE6A7B"/>
    <w:rsid w:val="00BE7646"/>
    <w:rsid w:val="00C052F0"/>
    <w:rsid w:val="00C074FF"/>
    <w:rsid w:val="00C14A97"/>
    <w:rsid w:val="00C16C3B"/>
    <w:rsid w:val="00C27AEB"/>
    <w:rsid w:val="00C30520"/>
    <w:rsid w:val="00C329C5"/>
    <w:rsid w:val="00C44AA8"/>
    <w:rsid w:val="00C469F1"/>
    <w:rsid w:val="00C46CFC"/>
    <w:rsid w:val="00C47868"/>
    <w:rsid w:val="00C57C8C"/>
    <w:rsid w:val="00C61E53"/>
    <w:rsid w:val="00C7252F"/>
    <w:rsid w:val="00C77884"/>
    <w:rsid w:val="00C82E74"/>
    <w:rsid w:val="00C96B39"/>
    <w:rsid w:val="00CA0A80"/>
    <w:rsid w:val="00CA2774"/>
    <w:rsid w:val="00CA2B1A"/>
    <w:rsid w:val="00CB5C63"/>
    <w:rsid w:val="00CC0682"/>
    <w:rsid w:val="00CD736F"/>
    <w:rsid w:val="00CE39BB"/>
    <w:rsid w:val="00CF2D5E"/>
    <w:rsid w:val="00CF557C"/>
    <w:rsid w:val="00D05049"/>
    <w:rsid w:val="00D21FEC"/>
    <w:rsid w:val="00D269D9"/>
    <w:rsid w:val="00D3459E"/>
    <w:rsid w:val="00D36D27"/>
    <w:rsid w:val="00D37E3E"/>
    <w:rsid w:val="00D41C7C"/>
    <w:rsid w:val="00D44F5F"/>
    <w:rsid w:val="00D46B73"/>
    <w:rsid w:val="00D500B4"/>
    <w:rsid w:val="00D5150C"/>
    <w:rsid w:val="00D534DE"/>
    <w:rsid w:val="00D5587D"/>
    <w:rsid w:val="00D62D02"/>
    <w:rsid w:val="00D63842"/>
    <w:rsid w:val="00D73D05"/>
    <w:rsid w:val="00D81E1E"/>
    <w:rsid w:val="00D87BB2"/>
    <w:rsid w:val="00D87F71"/>
    <w:rsid w:val="00D93516"/>
    <w:rsid w:val="00D968B6"/>
    <w:rsid w:val="00DA38E0"/>
    <w:rsid w:val="00DD21FD"/>
    <w:rsid w:val="00DE2EEF"/>
    <w:rsid w:val="00DF2068"/>
    <w:rsid w:val="00DF2717"/>
    <w:rsid w:val="00DF7FF6"/>
    <w:rsid w:val="00E03269"/>
    <w:rsid w:val="00E12ACC"/>
    <w:rsid w:val="00E161EE"/>
    <w:rsid w:val="00E202DE"/>
    <w:rsid w:val="00E315CA"/>
    <w:rsid w:val="00E4127F"/>
    <w:rsid w:val="00E503A4"/>
    <w:rsid w:val="00E53FD3"/>
    <w:rsid w:val="00E5460C"/>
    <w:rsid w:val="00E55D70"/>
    <w:rsid w:val="00E62065"/>
    <w:rsid w:val="00E66A5D"/>
    <w:rsid w:val="00E67D29"/>
    <w:rsid w:val="00E704F3"/>
    <w:rsid w:val="00E756FF"/>
    <w:rsid w:val="00E7594A"/>
    <w:rsid w:val="00E91C31"/>
    <w:rsid w:val="00E92707"/>
    <w:rsid w:val="00E934DF"/>
    <w:rsid w:val="00EA0FB1"/>
    <w:rsid w:val="00EA37E0"/>
    <w:rsid w:val="00EB1591"/>
    <w:rsid w:val="00EC0DA6"/>
    <w:rsid w:val="00EC5410"/>
    <w:rsid w:val="00ED1A88"/>
    <w:rsid w:val="00ED57E4"/>
    <w:rsid w:val="00ED7879"/>
    <w:rsid w:val="00EE2FFC"/>
    <w:rsid w:val="00EF3242"/>
    <w:rsid w:val="00F005B1"/>
    <w:rsid w:val="00F018AD"/>
    <w:rsid w:val="00F03509"/>
    <w:rsid w:val="00F134EC"/>
    <w:rsid w:val="00F16576"/>
    <w:rsid w:val="00F226F3"/>
    <w:rsid w:val="00F27947"/>
    <w:rsid w:val="00F27DAA"/>
    <w:rsid w:val="00F3747A"/>
    <w:rsid w:val="00F436E4"/>
    <w:rsid w:val="00F4390C"/>
    <w:rsid w:val="00F452DD"/>
    <w:rsid w:val="00F56292"/>
    <w:rsid w:val="00F56DF7"/>
    <w:rsid w:val="00F61512"/>
    <w:rsid w:val="00F66DCB"/>
    <w:rsid w:val="00F76EDF"/>
    <w:rsid w:val="00F81107"/>
    <w:rsid w:val="00F81A4E"/>
    <w:rsid w:val="00FA1984"/>
    <w:rsid w:val="00FA476E"/>
    <w:rsid w:val="00FB56A2"/>
    <w:rsid w:val="00FC1440"/>
    <w:rsid w:val="00FC578D"/>
    <w:rsid w:val="00FD1050"/>
    <w:rsid w:val="00FD2DCF"/>
    <w:rsid w:val="00FE3AB5"/>
    <w:rsid w:val="00FE463B"/>
    <w:rsid w:val="00FF6D8E"/>
    <w:rsid w:val="00FF7207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imes New Roman" w:hAnsi="Trebuchet MS" w:cs="Times New Roman"/>
        <w:sz w:val="22"/>
        <w:szCs w:val="22"/>
        <w:lang w:val="sr-Latn-CS" w:eastAsia="sr-Latn-C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B5C63"/>
    <w:pPr>
      <w:spacing w:after="120" w:line="264" w:lineRule="auto"/>
    </w:pPr>
    <w:rPr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C63"/>
    <w:pPr>
      <w:keepNext/>
      <w:keepLines/>
      <w:pBdr>
        <w:bottom w:val="single" w:sz="4" w:space="1" w:color="90C226"/>
      </w:pBdr>
      <w:spacing w:before="400" w:after="40" w:line="240" w:lineRule="auto"/>
      <w:outlineLvl w:val="0"/>
    </w:pPr>
    <w:rPr>
      <w:color w:val="90C22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C63"/>
    <w:pPr>
      <w:keepNext/>
      <w:keepLines/>
      <w:spacing w:before="160" w:after="0" w:line="240" w:lineRule="auto"/>
      <w:outlineLvl w:val="1"/>
    </w:pPr>
    <w:rPr>
      <w:color w:val="90C22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C63"/>
    <w:pPr>
      <w:keepNext/>
      <w:keepLines/>
      <w:spacing w:before="80" w:after="0" w:line="240" w:lineRule="auto"/>
      <w:outlineLvl w:val="2"/>
    </w:pPr>
    <w:rPr>
      <w:color w:val="40404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C63"/>
    <w:pPr>
      <w:keepNext/>
      <w:keepLines/>
      <w:spacing w:before="80" w:after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C63"/>
    <w:pPr>
      <w:keepNext/>
      <w:keepLines/>
      <w:spacing w:before="80" w:after="0"/>
      <w:outlineLvl w:val="4"/>
    </w:pPr>
    <w:rPr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C63"/>
    <w:pPr>
      <w:keepNext/>
      <w:keepLines/>
      <w:spacing w:before="80" w:after="0"/>
      <w:outlineLvl w:val="5"/>
    </w:pPr>
    <w:rPr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C63"/>
    <w:pPr>
      <w:keepNext/>
      <w:keepLines/>
      <w:spacing w:before="80" w:after="0"/>
      <w:outlineLvl w:val="6"/>
    </w:pPr>
    <w:rPr>
      <w:i/>
      <w:iCs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B5C63"/>
    <w:pPr>
      <w:keepNext/>
      <w:keepLines/>
      <w:spacing w:before="80" w:after="0"/>
      <w:outlineLvl w:val="7"/>
    </w:pPr>
    <w:rPr>
      <w:smallCaps/>
      <w:color w:val="595959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B5C63"/>
    <w:pPr>
      <w:keepNext/>
      <w:keepLines/>
      <w:spacing w:before="80" w:after="0"/>
      <w:outlineLvl w:val="8"/>
    </w:pPr>
    <w:rPr>
      <w:i/>
      <w:iCs/>
      <w:smallCaps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5C63"/>
    <w:rPr>
      <w:rFonts w:ascii="Trebuchet MS" w:hAnsi="Trebuchet MS" w:cs="Times New Roman"/>
      <w:color w:val="90C22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B5C63"/>
    <w:rPr>
      <w:rFonts w:ascii="Trebuchet MS" w:hAnsi="Trebuchet MS" w:cs="Times New Roman"/>
      <w:color w:val="90C22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B5C63"/>
    <w:rPr>
      <w:rFonts w:ascii="Trebuchet MS" w:hAnsi="Trebuchet MS" w:cs="Times New Roman"/>
      <w:color w:val="40404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B5C63"/>
    <w:rPr>
      <w:rFonts w:ascii="Trebuchet MS" w:hAnsi="Trebuchet MS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B5C63"/>
    <w:rPr>
      <w:rFonts w:ascii="Trebuchet MS" w:hAnsi="Trebuchet MS" w:cs="Times New Roman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B5C63"/>
    <w:rPr>
      <w:rFonts w:ascii="Trebuchet MS" w:hAnsi="Trebuchet MS" w:cs="Times New Roman"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B5C63"/>
    <w:rPr>
      <w:rFonts w:ascii="Trebuchet MS" w:hAnsi="Trebuchet MS" w:cs="Times New Roman"/>
      <w:i/>
      <w:iCs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B5C63"/>
    <w:rPr>
      <w:rFonts w:ascii="Trebuchet MS" w:hAnsi="Trebuchet MS" w:cs="Times New Roman"/>
      <w:smallCaps/>
      <w:color w:val="595959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B5C63"/>
    <w:rPr>
      <w:rFonts w:ascii="Trebuchet MS" w:hAnsi="Trebuchet MS" w:cs="Times New Roman"/>
      <w:i/>
      <w:iCs/>
      <w:smallCaps/>
      <w:color w:val="595959"/>
    </w:rPr>
  </w:style>
  <w:style w:type="paragraph" w:styleId="Title">
    <w:name w:val="Title"/>
    <w:basedOn w:val="Normal"/>
    <w:next w:val="Normal"/>
    <w:link w:val="TitleChar"/>
    <w:uiPriority w:val="99"/>
    <w:qFormat/>
    <w:rsid w:val="00CB5C63"/>
    <w:pPr>
      <w:spacing w:after="0" w:line="240" w:lineRule="auto"/>
      <w:contextualSpacing/>
    </w:pPr>
    <w:rPr>
      <w:color w:val="90C226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99"/>
    <w:locked/>
    <w:rsid w:val="00CB5C63"/>
    <w:rPr>
      <w:rFonts w:ascii="Trebuchet MS" w:hAnsi="Trebuchet MS" w:cs="Times New Roman"/>
      <w:color w:val="90C226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99"/>
    <w:qFormat/>
    <w:rsid w:val="00CB5C63"/>
    <w:pPr>
      <w:numPr>
        <w:ilvl w:val="1"/>
      </w:numPr>
      <w:spacing w:after="240" w:line="240" w:lineRule="auto"/>
    </w:pPr>
    <w:rPr>
      <w:color w:val="40404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B5C63"/>
    <w:rPr>
      <w:rFonts w:ascii="Trebuchet MS" w:hAnsi="Trebuchet MS" w:cs="Times New Roman"/>
      <w:color w:val="404040"/>
      <w:sz w:val="28"/>
      <w:szCs w:val="28"/>
    </w:rPr>
  </w:style>
  <w:style w:type="character" w:styleId="SubtleEmphasis">
    <w:name w:val="Subtle Emphasis"/>
    <w:basedOn w:val="DefaultParagraphFont"/>
    <w:uiPriority w:val="99"/>
    <w:qFormat/>
    <w:rsid w:val="00CB5C63"/>
    <w:rPr>
      <w:rFonts w:cs="Times New Roman"/>
      <w:i/>
      <w:iCs/>
      <w:color w:val="595959"/>
    </w:rPr>
  </w:style>
  <w:style w:type="character" w:styleId="Emphasis">
    <w:name w:val="Emphasis"/>
    <w:basedOn w:val="DefaultParagraphFont"/>
    <w:uiPriority w:val="99"/>
    <w:qFormat/>
    <w:rsid w:val="00CB5C63"/>
    <w:rPr>
      <w:rFonts w:cs="Times New Roman"/>
      <w:i/>
      <w:iCs/>
    </w:rPr>
  </w:style>
  <w:style w:type="character" w:styleId="IntenseEmphasis">
    <w:name w:val="Intense Emphasis"/>
    <w:basedOn w:val="DefaultParagraphFont"/>
    <w:uiPriority w:val="99"/>
    <w:qFormat/>
    <w:rsid w:val="00CB5C63"/>
    <w:rPr>
      <w:rFonts w:cs="Times New Roman"/>
      <w:b/>
      <w:bCs/>
      <w:i/>
      <w:iCs/>
    </w:rPr>
  </w:style>
  <w:style w:type="character" w:styleId="Strong">
    <w:name w:val="Strong"/>
    <w:basedOn w:val="DefaultParagraphFont"/>
    <w:uiPriority w:val="99"/>
    <w:qFormat/>
    <w:rsid w:val="00CB5C63"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99"/>
    <w:qFormat/>
    <w:rsid w:val="00CB5C6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CB5C63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B5C63"/>
    <w:pPr>
      <w:spacing w:before="100" w:beforeAutospacing="1" w:after="240"/>
      <w:ind w:left="864" w:right="864"/>
      <w:jc w:val="center"/>
    </w:pPr>
    <w:rPr>
      <w:color w:val="90C226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B5C63"/>
    <w:rPr>
      <w:rFonts w:ascii="Trebuchet MS" w:hAnsi="Trebuchet MS" w:cs="Times New Roman"/>
      <w:color w:val="90C226"/>
      <w:sz w:val="28"/>
      <w:szCs w:val="28"/>
    </w:rPr>
  </w:style>
  <w:style w:type="character" w:styleId="SubtleReference">
    <w:name w:val="Subtle Reference"/>
    <w:basedOn w:val="DefaultParagraphFont"/>
    <w:uiPriority w:val="99"/>
    <w:qFormat/>
    <w:rsid w:val="00CB5C63"/>
    <w:rPr>
      <w:rFonts w:cs="Times New Roman"/>
      <w:smallCaps/>
      <w:color w:val="404040"/>
    </w:rPr>
  </w:style>
  <w:style w:type="character" w:styleId="IntenseReference">
    <w:name w:val="Intense Reference"/>
    <w:basedOn w:val="DefaultParagraphFont"/>
    <w:uiPriority w:val="99"/>
    <w:qFormat/>
    <w:rsid w:val="00CB5C63"/>
    <w:rPr>
      <w:rFonts w:cs="Times New Roman"/>
      <w:b/>
      <w:bCs/>
      <w:smallCaps/>
      <w:u w:val="single"/>
    </w:rPr>
  </w:style>
  <w:style w:type="character" w:styleId="BookTitle">
    <w:name w:val="Book Title"/>
    <w:basedOn w:val="DefaultParagraphFont"/>
    <w:uiPriority w:val="99"/>
    <w:qFormat/>
    <w:rsid w:val="00CB5C63"/>
    <w:rPr>
      <w:rFonts w:cs="Times New Roman"/>
      <w:b/>
      <w:bCs/>
      <w:smallCaps/>
    </w:rPr>
  </w:style>
  <w:style w:type="paragraph" w:styleId="Caption">
    <w:name w:val="caption"/>
    <w:basedOn w:val="Normal"/>
    <w:next w:val="Normal"/>
    <w:uiPriority w:val="99"/>
    <w:qFormat/>
    <w:rsid w:val="00CB5C63"/>
    <w:pPr>
      <w:spacing w:line="240" w:lineRule="auto"/>
    </w:pPr>
    <w:rPr>
      <w:b/>
      <w:bCs/>
      <w:color w:val="404040"/>
    </w:rPr>
  </w:style>
  <w:style w:type="paragraph" w:styleId="TOCHeading">
    <w:name w:val="TOC Heading"/>
    <w:basedOn w:val="Heading1"/>
    <w:next w:val="Normal"/>
    <w:uiPriority w:val="99"/>
    <w:qFormat/>
    <w:rsid w:val="00CB5C63"/>
    <w:pPr>
      <w:outlineLvl w:val="9"/>
    </w:pPr>
  </w:style>
  <w:style w:type="paragraph" w:styleId="NoSpacing">
    <w:name w:val="No Spacing"/>
    <w:uiPriority w:val="99"/>
    <w:qFormat/>
    <w:rsid w:val="00CB5C63"/>
    <w:rPr>
      <w:sz w:val="20"/>
      <w:szCs w:val="20"/>
      <w:lang w:val="en-US" w:eastAsia="ja-JP"/>
    </w:rPr>
  </w:style>
  <w:style w:type="paragraph" w:styleId="ListParagraph">
    <w:name w:val="List Paragraph"/>
    <w:basedOn w:val="Normal"/>
    <w:qFormat/>
    <w:rsid w:val="00CB5C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A1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A198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1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A198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1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E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55208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EB1591"/>
    <w:rPr>
      <w:rFonts w:cs="Times New Roman"/>
      <w:color w:val="99CA3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imes New Roman" w:hAnsi="Trebuchet MS" w:cs="Times New Roman"/>
        <w:sz w:val="22"/>
        <w:szCs w:val="22"/>
        <w:lang w:val="sr-Latn-CS" w:eastAsia="sr-Latn-C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B5C63"/>
    <w:pPr>
      <w:spacing w:after="120" w:line="264" w:lineRule="auto"/>
    </w:pPr>
    <w:rPr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C63"/>
    <w:pPr>
      <w:keepNext/>
      <w:keepLines/>
      <w:pBdr>
        <w:bottom w:val="single" w:sz="4" w:space="1" w:color="90C226"/>
      </w:pBdr>
      <w:spacing w:before="400" w:after="40" w:line="240" w:lineRule="auto"/>
      <w:outlineLvl w:val="0"/>
    </w:pPr>
    <w:rPr>
      <w:color w:val="90C22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C63"/>
    <w:pPr>
      <w:keepNext/>
      <w:keepLines/>
      <w:spacing w:before="160" w:after="0" w:line="240" w:lineRule="auto"/>
      <w:outlineLvl w:val="1"/>
    </w:pPr>
    <w:rPr>
      <w:color w:val="90C22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C63"/>
    <w:pPr>
      <w:keepNext/>
      <w:keepLines/>
      <w:spacing w:before="80" w:after="0" w:line="240" w:lineRule="auto"/>
      <w:outlineLvl w:val="2"/>
    </w:pPr>
    <w:rPr>
      <w:color w:val="40404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C63"/>
    <w:pPr>
      <w:keepNext/>
      <w:keepLines/>
      <w:spacing w:before="80" w:after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C63"/>
    <w:pPr>
      <w:keepNext/>
      <w:keepLines/>
      <w:spacing w:before="80" w:after="0"/>
      <w:outlineLvl w:val="4"/>
    </w:pPr>
    <w:rPr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C63"/>
    <w:pPr>
      <w:keepNext/>
      <w:keepLines/>
      <w:spacing w:before="80" w:after="0"/>
      <w:outlineLvl w:val="5"/>
    </w:pPr>
    <w:rPr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C63"/>
    <w:pPr>
      <w:keepNext/>
      <w:keepLines/>
      <w:spacing w:before="80" w:after="0"/>
      <w:outlineLvl w:val="6"/>
    </w:pPr>
    <w:rPr>
      <w:i/>
      <w:iCs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B5C63"/>
    <w:pPr>
      <w:keepNext/>
      <w:keepLines/>
      <w:spacing w:before="80" w:after="0"/>
      <w:outlineLvl w:val="7"/>
    </w:pPr>
    <w:rPr>
      <w:smallCaps/>
      <w:color w:val="595959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B5C63"/>
    <w:pPr>
      <w:keepNext/>
      <w:keepLines/>
      <w:spacing w:before="80" w:after="0"/>
      <w:outlineLvl w:val="8"/>
    </w:pPr>
    <w:rPr>
      <w:i/>
      <w:iCs/>
      <w:smallCaps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5C63"/>
    <w:rPr>
      <w:rFonts w:ascii="Trebuchet MS" w:hAnsi="Trebuchet MS" w:cs="Times New Roman"/>
      <w:color w:val="90C22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B5C63"/>
    <w:rPr>
      <w:rFonts w:ascii="Trebuchet MS" w:hAnsi="Trebuchet MS" w:cs="Times New Roman"/>
      <w:color w:val="90C22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B5C63"/>
    <w:rPr>
      <w:rFonts w:ascii="Trebuchet MS" w:hAnsi="Trebuchet MS" w:cs="Times New Roman"/>
      <w:color w:val="40404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B5C63"/>
    <w:rPr>
      <w:rFonts w:ascii="Trebuchet MS" w:hAnsi="Trebuchet MS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B5C63"/>
    <w:rPr>
      <w:rFonts w:ascii="Trebuchet MS" w:hAnsi="Trebuchet MS" w:cs="Times New Roman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B5C63"/>
    <w:rPr>
      <w:rFonts w:ascii="Trebuchet MS" w:hAnsi="Trebuchet MS" w:cs="Times New Roman"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B5C63"/>
    <w:rPr>
      <w:rFonts w:ascii="Trebuchet MS" w:hAnsi="Trebuchet MS" w:cs="Times New Roman"/>
      <w:i/>
      <w:iCs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B5C63"/>
    <w:rPr>
      <w:rFonts w:ascii="Trebuchet MS" w:hAnsi="Trebuchet MS" w:cs="Times New Roman"/>
      <w:smallCaps/>
      <w:color w:val="595959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B5C63"/>
    <w:rPr>
      <w:rFonts w:ascii="Trebuchet MS" w:hAnsi="Trebuchet MS" w:cs="Times New Roman"/>
      <w:i/>
      <w:iCs/>
      <w:smallCaps/>
      <w:color w:val="595959"/>
    </w:rPr>
  </w:style>
  <w:style w:type="paragraph" w:styleId="Title">
    <w:name w:val="Title"/>
    <w:basedOn w:val="Normal"/>
    <w:next w:val="Normal"/>
    <w:link w:val="TitleChar"/>
    <w:uiPriority w:val="99"/>
    <w:qFormat/>
    <w:rsid w:val="00CB5C63"/>
    <w:pPr>
      <w:spacing w:after="0" w:line="240" w:lineRule="auto"/>
      <w:contextualSpacing/>
    </w:pPr>
    <w:rPr>
      <w:color w:val="90C226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99"/>
    <w:locked/>
    <w:rsid w:val="00CB5C63"/>
    <w:rPr>
      <w:rFonts w:ascii="Trebuchet MS" w:hAnsi="Trebuchet MS" w:cs="Times New Roman"/>
      <w:color w:val="90C226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99"/>
    <w:qFormat/>
    <w:rsid w:val="00CB5C63"/>
    <w:pPr>
      <w:numPr>
        <w:ilvl w:val="1"/>
      </w:numPr>
      <w:spacing w:after="240" w:line="240" w:lineRule="auto"/>
    </w:pPr>
    <w:rPr>
      <w:color w:val="40404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B5C63"/>
    <w:rPr>
      <w:rFonts w:ascii="Trebuchet MS" w:hAnsi="Trebuchet MS" w:cs="Times New Roman"/>
      <w:color w:val="404040"/>
      <w:sz w:val="28"/>
      <w:szCs w:val="28"/>
    </w:rPr>
  </w:style>
  <w:style w:type="character" w:styleId="SubtleEmphasis">
    <w:name w:val="Subtle Emphasis"/>
    <w:basedOn w:val="DefaultParagraphFont"/>
    <w:uiPriority w:val="99"/>
    <w:qFormat/>
    <w:rsid w:val="00CB5C63"/>
    <w:rPr>
      <w:rFonts w:cs="Times New Roman"/>
      <w:i/>
      <w:iCs/>
      <w:color w:val="595959"/>
    </w:rPr>
  </w:style>
  <w:style w:type="character" w:styleId="Emphasis">
    <w:name w:val="Emphasis"/>
    <w:basedOn w:val="DefaultParagraphFont"/>
    <w:uiPriority w:val="99"/>
    <w:qFormat/>
    <w:rsid w:val="00CB5C63"/>
    <w:rPr>
      <w:rFonts w:cs="Times New Roman"/>
      <w:i/>
      <w:iCs/>
    </w:rPr>
  </w:style>
  <w:style w:type="character" w:styleId="IntenseEmphasis">
    <w:name w:val="Intense Emphasis"/>
    <w:basedOn w:val="DefaultParagraphFont"/>
    <w:uiPriority w:val="99"/>
    <w:qFormat/>
    <w:rsid w:val="00CB5C63"/>
    <w:rPr>
      <w:rFonts w:cs="Times New Roman"/>
      <w:b/>
      <w:bCs/>
      <w:i/>
      <w:iCs/>
    </w:rPr>
  </w:style>
  <w:style w:type="character" w:styleId="Strong">
    <w:name w:val="Strong"/>
    <w:basedOn w:val="DefaultParagraphFont"/>
    <w:uiPriority w:val="99"/>
    <w:qFormat/>
    <w:rsid w:val="00CB5C63"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99"/>
    <w:qFormat/>
    <w:rsid w:val="00CB5C6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CB5C63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B5C63"/>
    <w:pPr>
      <w:spacing w:before="100" w:beforeAutospacing="1" w:after="240"/>
      <w:ind w:left="864" w:right="864"/>
      <w:jc w:val="center"/>
    </w:pPr>
    <w:rPr>
      <w:color w:val="90C226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B5C63"/>
    <w:rPr>
      <w:rFonts w:ascii="Trebuchet MS" w:hAnsi="Trebuchet MS" w:cs="Times New Roman"/>
      <w:color w:val="90C226"/>
      <w:sz w:val="28"/>
      <w:szCs w:val="28"/>
    </w:rPr>
  </w:style>
  <w:style w:type="character" w:styleId="SubtleReference">
    <w:name w:val="Subtle Reference"/>
    <w:basedOn w:val="DefaultParagraphFont"/>
    <w:uiPriority w:val="99"/>
    <w:qFormat/>
    <w:rsid w:val="00CB5C63"/>
    <w:rPr>
      <w:rFonts w:cs="Times New Roman"/>
      <w:smallCaps/>
      <w:color w:val="404040"/>
    </w:rPr>
  </w:style>
  <w:style w:type="character" w:styleId="IntenseReference">
    <w:name w:val="Intense Reference"/>
    <w:basedOn w:val="DefaultParagraphFont"/>
    <w:uiPriority w:val="99"/>
    <w:qFormat/>
    <w:rsid w:val="00CB5C63"/>
    <w:rPr>
      <w:rFonts w:cs="Times New Roman"/>
      <w:b/>
      <w:bCs/>
      <w:smallCaps/>
      <w:u w:val="single"/>
    </w:rPr>
  </w:style>
  <w:style w:type="character" w:styleId="BookTitle">
    <w:name w:val="Book Title"/>
    <w:basedOn w:val="DefaultParagraphFont"/>
    <w:uiPriority w:val="99"/>
    <w:qFormat/>
    <w:rsid w:val="00CB5C63"/>
    <w:rPr>
      <w:rFonts w:cs="Times New Roman"/>
      <w:b/>
      <w:bCs/>
      <w:smallCaps/>
    </w:rPr>
  </w:style>
  <w:style w:type="paragraph" w:styleId="Caption">
    <w:name w:val="caption"/>
    <w:basedOn w:val="Normal"/>
    <w:next w:val="Normal"/>
    <w:uiPriority w:val="99"/>
    <w:qFormat/>
    <w:rsid w:val="00CB5C63"/>
    <w:pPr>
      <w:spacing w:line="240" w:lineRule="auto"/>
    </w:pPr>
    <w:rPr>
      <w:b/>
      <w:bCs/>
      <w:color w:val="404040"/>
    </w:rPr>
  </w:style>
  <w:style w:type="paragraph" w:styleId="TOCHeading">
    <w:name w:val="TOC Heading"/>
    <w:basedOn w:val="Heading1"/>
    <w:next w:val="Normal"/>
    <w:uiPriority w:val="99"/>
    <w:qFormat/>
    <w:rsid w:val="00CB5C63"/>
    <w:pPr>
      <w:outlineLvl w:val="9"/>
    </w:pPr>
  </w:style>
  <w:style w:type="paragraph" w:styleId="NoSpacing">
    <w:name w:val="No Spacing"/>
    <w:uiPriority w:val="99"/>
    <w:qFormat/>
    <w:rsid w:val="00CB5C63"/>
    <w:rPr>
      <w:sz w:val="20"/>
      <w:szCs w:val="20"/>
      <w:lang w:val="en-US" w:eastAsia="ja-JP"/>
    </w:rPr>
  </w:style>
  <w:style w:type="paragraph" w:styleId="ListParagraph">
    <w:name w:val="List Paragraph"/>
    <w:basedOn w:val="Normal"/>
    <w:qFormat/>
    <w:rsid w:val="00CB5C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A1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A198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1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A198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1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E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55208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EB1591"/>
    <w:rPr>
      <w:rFonts w:cs="Times New Roman"/>
      <w:color w:val="99CA3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ola\AppData\Roaming\Microsoft\Templates\Face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Facet design (blank)</Template>
  <TotalTime>0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Korisnik</cp:lastModifiedBy>
  <cp:revision>2</cp:revision>
  <cp:lastPrinted>2018-04-02T09:50:00Z</cp:lastPrinted>
  <dcterms:created xsi:type="dcterms:W3CDTF">2023-05-09T10:42:00Z</dcterms:created>
  <dcterms:modified xsi:type="dcterms:W3CDTF">2023-05-09T10:42:00Z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